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5E2D5B02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C1D83">
        <w:rPr>
          <w:rFonts w:ascii="Corbel" w:hAnsi="Corbel"/>
          <w:i/>
          <w:smallCaps/>
          <w:sz w:val="24"/>
          <w:szCs w:val="24"/>
        </w:rPr>
        <w:t>2019-2022</w:t>
      </w:r>
    </w:p>
    <w:p w14:paraId="61C00F0A" w14:textId="60EA90AB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C1D83">
        <w:rPr>
          <w:rFonts w:ascii="Corbel" w:hAnsi="Corbel"/>
          <w:sz w:val="20"/>
          <w:szCs w:val="20"/>
        </w:rPr>
        <w:t>1</w:t>
      </w:r>
      <w:r w:rsidR="00363455">
        <w:rPr>
          <w:rFonts w:ascii="Corbel" w:hAnsi="Corbel"/>
          <w:sz w:val="20"/>
          <w:szCs w:val="20"/>
        </w:rPr>
        <w:t>/202</w:t>
      </w:r>
      <w:r w:rsidR="009C1D83">
        <w:rPr>
          <w:rFonts w:ascii="Corbel" w:hAnsi="Corbel"/>
          <w:sz w:val="20"/>
          <w:szCs w:val="20"/>
        </w:rPr>
        <w:t>2</w:t>
      </w:r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proofErr w:type="spellEnd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170E443A" w:rsidR="0085747A" w:rsidRPr="00E86A59" w:rsidRDefault="00827ABF" w:rsidP="00363455">
            <w:pPr>
              <w:spacing w:after="0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E86A59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137F1B33" w:rsidR="00015B8F" w:rsidRPr="009C54AE" w:rsidRDefault="00827A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59F9B55E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4869261B" w:rsidR="00BF4829" w:rsidRPr="009C54AE" w:rsidRDefault="00827AB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6A83A95A" w:rsidR="00BF4829" w:rsidRPr="009C54AE" w:rsidRDefault="00827AB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Czudec A., (red.) Czynniki kształtujące konkurencyjność regionu górskiego (na przykładzie polskich Karpat), Wyd. UR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IRWiR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</w:t>
            </w:r>
            <w:proofErr w:type="spellEnd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Ekonomiczno-społeczne następstwa migracji na obszarach górskich, </w:t>
            </w: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770B7" w14:textId="77777777" w:rsidR="00361218" w:rsidRDefault="00361218" w:rsidP="00C16ABF">
      <w:pPr>
        <w:spacing w:after="0" w:line="240" w:lineRule="auto"/>
      </w:pPr>
      <w:r>
        <w:separator/>
      </w:r>
    </w:p>
  </w:endnote>
  <w:endnote w:type="continuationSeparator" w:id="0">
    <w:p w14:paraId="712C026F" w14:textId="77777777" w:rsidR="00361218" w:rsidRDefault="003612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356D0" w14:textId="77777777" w:rsidR="00361218" w:rsidRDefault="00361218" w:rsidP="00C16ABF">
      <w:pPr>
        <w:spacing w:after="0" w:line="240" w:lineRule="auto"/>
      </w:pPr>
      <w:r>
        <w:separator/>
      </w:r>
    </w:p>
  </w:footnote>
  <w:footnote w:type="continuationSeparator" w:id="0">
    <w:p w14:paraId="0D22A06D" w14:textId="77777777" w:rsidR="00361218" w:rsidRDefault="00361218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1218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74770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1455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27AB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1D83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86A59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336AC-BEE5-4C57-B1B6-2D1945262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1068</Words>
  <Characters>6409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12</cp:revision>
  <cp:lastPrinted>2018-02-13T12:50:00Z</cp:lastPrinted>
  <dcterms:created xsi:type="dcterms:W3CDTF">2019-01-22T08:10:00Z</dcterms:created>
  <dcterms:modified xsi:type="dcterms:W3CDTF">2020-12-16T16:51:00Z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